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BD40083"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3292B">
        <w:rPr>
          <w:rStyle w:val="Strong"/>
          <w:lang w:val="en-GB"/>
        </w:rPr>
        <w:t>29-G001-23</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89523" w14:textId="77777777" w:rsidR="0015047A" w:rsidRDefault="0015047A">
      <w:r>
        <w:separator/>
      </w:r>
    </w:p>
  </w:endnote>
  <w:endnote w:type="continuationSeparator" w:id="0">
    <w:p w14:paraId="630E0305" w14:textId="77777777" w:rsidR="0015047A" w:rsidRDefault="0015047A">
      <w:r>
        <w:continuationSeparator/>
      </w:r>
    </w:p>
  </w:endnote>
  <w:endnote w:type="continuationNotice" w:id="1">
    <w:p w14:paraId="53B578A5" w14:textId="77777777" w:rsidR="0015047A" w:rsidRDefault="00150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7FD5364" w:rsidR="00133D55" w:rsidRDefault="00133D55" w:rsidP="004878F3">
    <w:pPr>
      <w:pStyle w:val="Footer"/>
    </w:pPr>
    <w:r>
      <w:fldChar w:fldCharType="begin"/>
    </w:r>
    <w:r>
      <w:instrText xml:space="preserve"> DATE \@ "yyyy-MM-dd" </w:instrText>
    </w:r>
    <w:r>
      <w:fldChar w:fldCharType="separate"/>
    </w:r>
    <w:r w:rsidR="00A3292B">
      <w:rPr>
        <w:noProof/>
      </w:rPr>
      <w:t>2023-03-27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6109A" w14:textId="77777777" w:rsidR="0015047A" w:rsidRDefault="0015047A">
      <w:r>
        <w:separator/>
      </w:r>
    </w:p>
  </w:footnote>
  <w:footnote w:type="continuationSeparator" w:id="0">
    <w:p w14:paraId="33666C1D" w14:textId="77777777" w:rsidR="0015047A" w:rsidRDefault="0015047A">
      <w:r>
        <w:continuationSeparator/>
      </w:r>
    </w:p>
  </w:footnote>
  <w:footnote w:type="continuationNotice" w:id="1">
    <w:p w14:paraId="0940DDD2" w14:textId="77777777" w:rsidR="0015047A" w:rsidRDefault="0015047A"/>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047A"/>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1A93"/>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194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597"/>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E0"/>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76F"/>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0D5"/>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675"/>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92B"/>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0287"/>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3B3"/>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1E3"/>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7F5D51-4EC0-413C-B61F-046CEA8B3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5748</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2023-03-20T23:24:00Z</dcterms:created>
  <dcterms:modified xsi:type="dcterms:W3CDTF">2023-03-27T03:32:00Z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